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E20D13-8F27-4E20-BEF2-76AC067B08C7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